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8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7"/>
        <w:gridCol w:w="2100"/>
        <w:gridCol w:w="1275"/>
        <w:gridCol w:w="1134"/>
        <w:gridCol w:w="15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8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6"/>
                <w:szCs w:val="36"/>
              </w:rPr>
              <w:t>中医类别医师从事精神障碍疾病诊断与治疗考核申请表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姓名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  <w:tc>
          <w:tcPr>
            <w:tcW w:w="15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工作单位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  <w:tc>
          <w:tcPr>
            <w:tcW w:w="1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参加工作时间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执业类别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  <w:tc>
          <w:tcPr>
            <w:tcW w:w="1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培训或进修起止时间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培训或进修单位</w:t>
            </w:r>
          </w:p>
        </w:tc>
        <w:tc>
          <w:tcPr>
            <w:tcW w:w="3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培训或进修内容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　</w:t>
            </w:r>
          </w:p>
        </w:tc>
        <w:tc>
          <w:tcPr>
            <w:tcW w:w="3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2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  <w:tc>
          <w:tcPr>
            <w:tcW w:w="3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889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进修或培训时间已满（  ）年，申请考核。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89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工作单位意见：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89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 xml:space="preserve">                                                印  章</w:t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 xml:space="preserve">                       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88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  <w:t>考核机构意见：</w:t>
            </w:r>
          </w:p>
          <w:p>
            <w:pPr>
              <w:pStyle w:val="4"/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</w:pPr>
          </w:p>
          <w:p>
            <w:pPr>
              <w:pStyle w:val="4"/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</w:pPr>
          </w:p>
          <w:p>
            <w:pPr>
              <w:pStyle w:val="4"/>
              <w:rPr>
                <w:rFonts w:hint="eastAsia" w:ascii="宋体" w:hAnsi="宋体" w:cs="宋体"/>
                <w:b/>
                <w:bCs/>
                <w:kern w:val="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 xml:space="preserve">                             印  章 </w:t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 xml:space="preserve">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2"/>
              </w:rPr>
              <w:t xml:space="preserve">                               年   月   日 </w:t>
            </w:r>
          </w:p>
        </w:tc>
      </w:tr>
    </w:tbl>
    <w:p>
      <w:pPr>
        <w:widowControl/>
        <w:jc w:val="left"/>
        <w:rPr>
          <w:rFonts w:hint="eastAsia" w:ascii="黑体" w:hAnsi="宋体" w:eastAsia="黑体" w:cs="黑体"/>
          <w:kern w:val="0"/>
          <w:sz w:val="32"/>
          <w:szCs w:val="32"/>
        </w:rPr>
        <w:sectPr>
          <w:footerReference r:id="rId5" w:type="default"/>
          <w:footerReference r:id="rId6" w:type="even"/>
          <w:pgSz w:w="11906" w:h="16838"/>
          <w:pgMar w:top="1984" w:right="1474" w:bottom="1701" w:left="1587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kern w:val="0"/>
          <w:sz w:val="32"/>
          <w:szCs w:val="32"/>
        </w:rPr>
        <w:t>中医类别医师从事精神障碍疾病诊断与治疗工作年限证明</w:t>
      </w:r>
    </w:p>
    <w:tbl>
      <w:tblPr>
        <w:tblStyle w:val="7"/>
        <w:tblW w:w="823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1"/>
        <w:gridCol w:w="1472"/>
        <w:gridCol w:w="933"/>
        <w:gridCol w:w="428"/>
        <w:gridCol w:w="991"/>
        <w:gridCol w:w="146"/>
        <w:gridCol w:w="138"/>
        <w:gridCol w:w="708"/>
        <w:gridCol w:w="334"/>
        <w:gridCol w:w="150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姓  名</w:t>
            </w: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93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性别</w:t>
            </w:r>
          </w:p>
        </w:tc>
        <w:tc>
          <w:tcPr>
            <w:tcW w:w="141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326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15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民  族</w:t>
            </w: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93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参加工作时间</w:t>
            </w:r>
          </w:p>
        </w:tc>
        <w:tc>
          <w:tcPr>
            <w:tcW w:w="141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326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从事精神障碍诊疗时间</w:t>
            </w:r>
          </w:p>
        </w:tc>
        <w:tc>
          <w:tcPr>
            <w:tcW w:w="15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230" w:type="dxa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学习经历（从初中毕业后填写，只填写学历、学位学习经历）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起止年月</w:t>
            </w: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所学专业</w:t>
            </w:r>
          </w:p>
        </w:tc>
        <w:tc>
          <w:tcPr>
            <w:tcW w:w="3344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学校、院系</w:t>
            </w:r>
          </w:p>
        </w:tc>
        <w:tc>
          <w:tcPr>
            <w:tcW w:w="1843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学历及学位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3344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3344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3344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3344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3344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身份证号</w:t>
            </w:r>
          </w:p>
        </w:tc>
        <w:tc>
          <w:tcPr>
            <w:tcW w:w="2833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执业证编号</w:t>
            </w:r>
          </w:p>
        </w:tc>
        <w:tc>
          <w:tcPr>
            <w:tcW w:w="255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57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执业医疗机构</w:t>
            </w: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名  称</w:t>
            </w:r>
          </w:p>
        </w:tc>
        <w:tc>
          <w:tcPr>
            <w:tcW w:w="2498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邮编</w:t>
            </w:r>
          </w:p>
        </w:tc>
        <w:tc>
          <w:tcPr>
            <w:tcW w:w="15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57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地  址</w:t>
            </w:r>
          </w:p>
        </w:tc>
        <w:tc>
          <w:tcPr>
            <w:tcW w:w="5187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7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法  人</w:t>
            </w:r>
          </w:p>
        </w:tc>
        <w:tc>
          <w:tcPr>
            <w:tcW w:w="2498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联系电话</w:t>
            </w:r>
          </w:p>
        </w:tc>
        <w:tc>
          <w:tcPr>
            <w:tcW w:w="15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1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现执业岗位</w:t>
            </w:r>
          </w:p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(专业)</w:t>
            </w: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专业科室</w:t>
            </w:r>
          </w:p>
        </w:tc>
        <w:tc>
          <w:tcPr>
            <w:tcW w:w="2498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工作年限</w:t>
            </w:r>
          </w:p>
        </w:tc>
        <w:tc>
          <w:tcPr>
            <w:tcW w:w="268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起止时间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571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98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68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571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98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68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571" w:type="dxa"/>
            <w:tcBorders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4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98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68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20" w:lineRule="exac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1" w:hRule="atLeast"/>
        </w:trPr>
        <w:tc>
          <w:tcPr>
            <w:tcW w:w="15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工作单位审核意见</w:t>
            </w:r>
          </w:p>
        </w:tc>
        <w:tc>
          <w:tcPr>
            <w:tcW w:w="6659" w:type="dxa"/>
            <w:gridSpan w:val="9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widowControl/>
              <w:spacing w:line="450" w:lineRule="atLeas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请确认上述信息后盖章、签字。</w:t>
            </w:r>
          </w:p>
          <w:p>
            <w:pPr>
              <w:widowControl/>
              <w:spacing w:line="450" w:lineRule="atLeas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  <w:p>
            <w:pPr>
              <w:widowControl/>
              <w:spacing w:line="450" w:lineRule="atLeast"/>
              <w:ind w:left="616" w:leftChars="200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单位公章                 单位法人签字：</w:t>
            </w:r>
          </w:p>
          <w:p>
            <w:pPr>
              <w:widowControl/>
              <w:spacing w:line="450" w:lineRule="atLeast"/>
              <w:ind w:left="-132" w:leftChars="-43" w:firstLine="91" w:firstLineChars="40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 xml:space="preserve">                  年    月    日</w:t>
            </w:r>
          </w:p>
        </w:tc>
      </w:tr>
    </w:tbl>
    <w:p>
      <w:pPr>
        <w:widowControl/>
        <w:spacing w:line="45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kern w:val="0"/>
          <w:sz w:val="32"/>
          <w:szCs w:val="32"/>
        </w:rPr>
        <w:t>中医类别医师从事精神障碍疾病诊断与治疗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方正小标宋简体" w:hAnsi="宋体" w:eastAsia="方正小标宋简体" w:cs="方正小标宋简体"/>
          <w:kern w:val="0"/>
          <w:sz w:val="32"/>
          <w:szCs w:val="32"/>
        </w:rPr>
        <w:t>培训（进修）年限证明</w:t>
      </w:r>
    </w:p>
    <w:tbl>
      <w:tblPr>
        <w:tblStyle w:val="7"/>
        <w:tblW w:w="8322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202"/>
        <w:gridCol w:w="366"/>
        <w:gridCol w:w="836"/>
        <w:gridCol w:w="1441"/>
        <w:gridCol w:w="130"/>
        <w:gridCol w:w="895"/>
        <w:gridCol w:w="203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4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姓  名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性  别</w:t>
            </w:r>
          </w:p>
        </w:tc>
        <w:tc>
          <w:tcPr>
            <w:tcW w:w="14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02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20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民  族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身份证号</w:t>
            </w:r>
          </w:p>
        </w:tc>
        <w:tc>
          <w:tcPr>
            <w:tcW w:w="450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执业证编号</w:t>
            </w:r>
          </w:p>
        </w:tc>
        <w:tc>
          <w:tcPr>
            <w:tcW w:w="6906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 xml:space="preserve">培训、进修   </w:t>
            </w:r>
          </w:p>
        </w:tc>
        <w:tc>
          <w:tcPr>
            <w:tcW w:w="240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培训（进修）单位</w:t>
            </w:r>
          </w:p>
        </w:tc>
        <w:tc>
          <w:tcPr>
            <w:tcW w:w="1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培训（进修）科室</w:t>
            </w:r>
          </w:p>
        </w:tc>
        <w:tc>
          <w:tcPr>
            <w:tcW w:w="293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培训（进修）起止时间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41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0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41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0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41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0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41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0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41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40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累计培训（进修）时间</w:t>
            </w:r>
          </w:p>
        </w:tc>
        <w:tc>
          <w:tcPr>
            <w:tcW w:w="5338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1365" w:firstLineChars="598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2" w:hRule="atLeast"/>
        </w:trPr>
        <w:tc>
          <w:tcPr>
            <w:tcW w:w="14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工作单位意见</w:t>
            </w:r>
          </w:p>
        </w:tc>
        <w:tc>
          <w:tcPr>
            <w:tcW w:w="6906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widowControl/>
              <w:spacing w:line="45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  <w:p>
            <w:pPr>
              <w:widowControl/>
              <w:spacing w:line="45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请确认上述信息后盖章、签字。</w:t>
            </w:r>
          </w:p>
          <w:p>
            <w:pPr>
              <w:widowControl/>
              <w:spacing w:line="450" w:lineRule="atLeast"/>
              <w:ind w:left="-3" w:leftChars="-1" w:firstLine="342" w:firstLineChars="15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  <w:p>
            <w:pPr>
              <w:widowControl/>
              <w:spacing w:line="450" w:lineRule="atLeast"/>
              <w:ind w:left="-3" w:leftChars="-1" w:firstLine="342" w:firstLineChars="15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  <w:p>
            <w:pPr>
              <w:widowControl/>
              <w:spacing w:line="450" w:lineRule="atLeast"/>
              <w:ind w:left="-3" w:leftChars="-1" w:firstLine="454" w:firstLineChars="199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 xml:space="preserve">单位公章               单位法人签字：                   </w:t>
            </w:r>
          </w:p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 xml:space="preserve">                    年    月    日</w:t>
            </w:r>
          </w:p>
          <w:p>
            <w:pPr>
              <w:widowControl/>
              <w:spacing w:line="450" w:lineRule="atLeast"/>
              <w:ind w:left="-3" w:leftChars="-1" w:firstLine="7" w:firstLineChars="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注：</w:t>
            </w:r>
          </w:p>
        </w:tc>
        <w:tc>
          <w:tcPr>
            <w:tcW w:w="6906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450" w:lineRule="atLeas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在精神科的培训或进修必须附培训（进修）结业证明。</w:t>
            </w:r>
          </w:p>
          <w:p>
            <w:pPr>
              <w:widowControl/>
              <w:numPr>
                <w:ilvl w:val="0"/>
                <w:numId w:val="2"/>
              </w:numPr>
              <w:spacing w:line="450" w:lineRule="atLeast"/>
              <w:rPr>
                <w:rFonts w:ascii="宋体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2"/>
              </w:rPr>
              <w:t>单次在精神科从业、培训、进修时间不得低于1个月。</w:t>
            </w:r>
          </w:p>
        </w:tc>
      </w:tr>
    </w:tbl>
    <w:p>
      <w:pPr>
        <w:widowControl/>
        <w:spacing w:line="450" w:lineRule="atLeast"/>
        <w:jc w:val="left"/>
        <w:rPr>
          <w:rFonts w:ascii="黑体" w:hAnsi="Calibri" w:eastAsia="黑体" w:cs="黑体"/>
          <w:sz w:val="32"/>
          <w:szCs w:val="32"/>
        </w:rPr>
        <w:sectPr>
          <w:pgSz w:w="11906" w:h="16838"/>
          <w:pgMar w:top="1701" w:right="1474" w:bottom="1701" w:left="1587" w:header="851" w:footer="992" w:gutter="0"/>
          <w:cols w:space="720" w:num="1"/>
          <w:docGrid w:type="lines" w:linePitch="312" w:charSpace="0"/>
        </w:sectPr>
      </w:pPr>
    </w:p>
    <w:tbl>
      <w:tblPr>
        <w:tblStyle w:val="7"/>
        <w:tblW w:w="9167" w:type="dxa"/>
        <w:tblInd w:w="-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440"/>
        <w:gridCol w:w="85"/>
        <w:gridCol w:w="973"/>
        <w:gridCol w:w="120"/>
        <w:gridCol w:w="501"/>
        <w:gridCol w:w="319"/>
        <w:gridCol w:w="1080"/>
        <w:gridCol w:w="58"/>
        <w:gridCol w:w="1242"/>
        <w:gridCol w:w="419"/>
        <w:gridCol w:w="1390"/>
        <w:gridCol w:w="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6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</w:rPr>
              <w:t>附件4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16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left="-68" w:leftChars="-62" w:hanging="123" w:hangingChars="40"/>
              <w:jc w:val="center"/>
              <w:rPr>
                <w:rFonts w:ascii="方正小标宋简体" w:hAnsi="宋体" w:eastAsia="方正小标宋简体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方正小标宋简体"/>
                <w:kern w:val="0"/>
                <w:sz w:val="32"/>
                <w:szCs w:val="32"/>
              </w:rPr>
              <w:t>陕西省中医类别医师从事精神障碍疾病诊断与治疗考核表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660" w:hRule="atLeast"/>
        </w:trPr>
        <w:tc>
          <w:tcPr>
            <w:tcW w:w="13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姓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性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别</w:t>
            </w:r>
          </w:p>
        </w:tc>
        <w:tc>
          <w:tcPr>
            <w:tcW w:w="94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出生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年月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righ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8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660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学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毕业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院校</w:t>
            </w:r>
          </w:p>
        </w:tc>
        <w:tc>
          <w:tcPr>
            <w:tcW w:w="332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8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lef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660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49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职称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lef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8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lef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660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参加工作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200" w:type="dxa"/>
            <w:gridSpan w:val="5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lef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660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医师资格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证书编码</w:t>
            </w:r>
          </w:p>
        </w:tc>
        <w:tc>
          <w:tcPr>
            <w:tcW w:w="3438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取得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3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660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医师执业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证书编码</w:t>
            </w:r>
          </w:p>
        </w:tc>
        <w:tc>
          <w:tcPr>
            <w:tcW w:w="3438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注册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3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660" w:hRule="atLeast"/>
        </w:trPr>
        <w:tc>
          <w:tcPr>
            <w:tcW w:w="9023" w:type="dxa"/>
            <w:gridSpan w:val="1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2"/>
              </w:rPr>
              <w:t>以下由考核机构填写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1056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理论考试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实践操作考核</w:t>
            </w:r>
          </w:p>
        </w:tc>
        <w:tc>
          <w:tcPr>
            <w:tcW w:w="14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医疗文书书写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2226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考核专家组意见</w:t>
            </w:r>
          </w:p>
        </w:tc>
        <w:tc>
          <w:tcPr>
            <w:tcW w:w="76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3" w:leftChars="-1" w:firstLine="1"/>
              <w:jc w:val="lef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请签署合格或不合格</w:t>
            </w:r>
          </w:p>
          <w:p>
            <w:pPr>
              <w:widowControl/>
              <w:spacing w:line="260" w:lineRule="exact"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widowControl/>
              <w:spacing w:line="260" w:lineRule="exac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widowControl/>
              <w:spacing w:line="260" w:lineRule="exac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widowControl/>
              <w:spacing w:line="260" w:lineRule="exac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widowControl/>
              <w:spacing w:line="260" w:lineRule="exac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spacing w:line="260" w:lineRule="exact"/>
              <w:ind w:left="-3" w:leftChars="-1" w:firstLine="3721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组长签字：</w:t>
            </w:r>
          </w:p>
          <w:p>
            <w:pPr>
              <w:widowControl/>
              <w:spacing w:line="260" w:lineRule="exact"/>
              <w:ind w:left="-3" w:leftChars="-1" w:firstLine="3721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spacing w:line="260" w:lineRule="exact"/>
              <w:ind w:left="-3" w:leftChars="-1" w:firstLine="372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年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4" w:type="dxa"/>
          <w:trHeight w:val="3531" w:hRule="atLeast"/>
        </w:trPr>
        <w:tc>
          <w:tcPr>
            <w:tcW w:w="1396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考核单位</w:t>
            </w:r>
          </w:p>
          <w:p>
            <w:pPr>
              <w:widowControl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意见</w:t>
            </w:r>
          </w:p>
        </w:tc>
        <w:tc>
          <w:tcPr>
            <w:tcW w:w="76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3" w:leftChars="-1" w:firstLine="1"/>
              <w:jc w:val="left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请签署合格或不合格</w:t>
            </w:r>
          </w:p>
          <w:p>
            <w:pPr>
              <w:widowControl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pStyle w:val="4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ind w:left="647" w:leftChars="210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Calibri" w:cs="宋体"/>
                <w:b/>
                <w:bCs/>
                <w:kern w:val="0"/>
                <w:sz w:val="22"/>
                <w:szCs w:val="22"/>
              </w:rPr>
              <w:t>考核单位盖章：                   法人签字：</w:t>
            </w:r>
          </w:p>
          <w:p>
            <w:pPr>
              <w:widowControl/>
              <w:ind w:left="-3" w:leftChars="-1" w:firstLine="1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ind w:left="-3" w:leftChars="-1" w:firstLine="1"/>
              <w:jc w:val="center"/>
              <w:rPr>
                <w:rFonts w:ascii="宋体" w:hAnsi="Calibri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 xml:space="preserve">                           年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日</w:t>
            </w:r>
          </w:p>
        </w:tc>
      </w:tr>
    </w:tbl>
    <w:p>
      <w:pPr>
        <w:rPr>
          <w:rFonts w:hint="eastAsia" w:ascii="方正小标宋简体" w:hAnsi="宋体" w:eastAsia="方正小标宋简体" w:cs="方正小标宋简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hint="default" w:ascii="黑体" w:hAnsi="宋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宋体" w:eastAsia="黑体" w:cs="黑体"/>
          <w:kern w:val="0"/>
          <w:sz w:val="32"/>
          <w:szCs w:val="32"/>
          <w:lang w:val="en-US" w:eastAsia="zh-CN"/>
        </w:rPr>
        <w:t>5</w:t>
      </w:r>
    </w:p>
    <w:p>
      <w:pPr>
        <w:widowControl/>
        <w:spacing w:line="560" w:lineRule="exact"/>
        <w:ind w:left="-21" w:leftChars="-62" w:hanging="173" w:hangingChars="40"/>
        <w:jc w:val="center"/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eastAsia="zh-CN"/>
        </w:rPr>
      </w:pPr>
    </w:p>
    <w:p>
      <w:pPr>
        <w:widowControl/>
        <w:spacing w:line="560" w:lineRule="exact"/>
        <w:ind w:left="-21" w:leftChars="-62" w:hanging="173" w:hangingChars="40"/>
        <w:jc w:val="center"/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eastAsia="zh-CN"/>
        </w:rPr>
        <w:t>参加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中医类别医师从事精神障碍疾病诊断与</w:t>
      </w:r>
    </w:p>
    <w:p>
      <w:pPr>
        <w:widowControl/>
        <w:spacing w:line="560" w:lineRule="exact"/>
        <w:ind w:left="-21" w:leftChars="-62" w:hanging="173" w:hangingChars="40"/>
        <w:jc w:val="center"/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治疗考核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eastAsia="zh-CN"/>
        </w:rPr>
        <w:t>汇总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表</w:t>
      </w:r>
    </w:p>
    <w:p>
      <w:pPr>
        <w:pStyle w:val="4"/>
        <w:spacing w:line="560" w:lineRule="exact"/>
        <w:rPr>
          <w:rFonts w:hint="eastAsia"/>
          <w:sz w:val="44"/>
          <w:szCs w:val="44"/>
        </w:rPr>
      </w:pPr>
    </w:p>
    <w:p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填报单位（盖章）：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                                  填报人：            联系电话：</w:t>
      </w:r>
    </w:p>
    <w:tbl>
      <w:tblPr>
        <w:tblStyle w:val="8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696"/>
        <w:gridCol w:w="2600"/>
        <w:gridCol w:w="1480"/>
        <w:gridCol w:w="2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职称</w:t>
            </w: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6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6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6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6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pStyle w:val="4"/>
        <w:ind w:left="0" w:leftChars="0" w:firstLine="0" w:firstLineChars="0"/>
      </w:pPr>
    </w:p>
    <w:p>
      <w:pPr>
        <w:pStyle w:val="4"/>
      </w:pPr>
    </w:p>
    <w:p>
      <w:pPr>
        <w:pStyle w:val="4"/>
        <w:ind w:left="0" w:leftChars="0" w:firstLine="0" w:firstLineChars="0"/>
      </w:pPr>
    </w:p>
    <w:p>
      <w:pPr>
        <w:ind w:firstLine="548" w:firstLineChars="200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/>
        <w:spacing w:before="0" w:beforeLines="0" w:after="0" w:afterLines="0" w:line="240" w:lineRule="auto"/>
        <w:ind w:left="0" w:leftChars="0" w:right="0" w:rightChars="0" w:firstLine="628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</w:p>
    <w:sectPr>
      <w:headerReference r:id="rId7" w:type="even"/>
      <w:type w:val="continuous"/>
      <w:pgSz w:w="11906" w:h="16838"/>
      <w:pgMar w:top="1701" w:right="1474" w:bottom="1701" w:left="1588" w:header="851" w:footer="964" w:gutter="0"/>
      <w:cols w:space="720" w:num="1"/>
      <w:titlePg/>
      <w:docGrid w:type="linesAndChars" w:linePitch="590" w:charSpace="12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D0C6E3-893B-4A50-8489-495A8E49A2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9195061-3D0E-414F-AA02-75CE933CAD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30A752B-7ABE-4378-B6C9-5071B8164CDF}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2F51696-BA81-40BC-9FA9-E9B170BB0D4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F9268987-883D-4855-97EB-A8247A8AD05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spacing w:after="530" w:afterLines="221" w:line="440" w:lineRule="auto"/>
      <w:ind w:right="308" w:rightChars="100"/>
      <w:jc w:val="right"/>
      <w:rPr>
        <w:rFonts w:hint="eastAsia" w:ascii="楷体_GB2312" w:eastAsia="楷体_GB2312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Fonts w:hint="eastAsia" w:ascii="宋体" w:hAnsi="宋体" w:eastAsia="宋体"/>
        <w:sz w:val="28"/>
      </w:rPr>
      <w:fldChar w:fldCharType="begin"/>
    </w:r>
    <w:r>
      <w:rPr>
        <w:rStyle w:val="10"/>
        <w:rFonts w:hint="eastAsia" w:ascii="宋体" w:hAnsi="宋体" w:eastAsia="宋体"/>
        <w:sz w:val="28"/>
      </w:rPr>
      <w:instrText xml:space="preserve"> PAGE </w:instrText>
    </w:r>
    <w:r>
      <w:rPr>
        <w:rFonts w:hint="eastAsia" w:ascii="宋体" w:hAnsi="宋体" w:eastAsia="宋体"/>
        <w:sz w:val="28"/>
      </w:rPr>
      <w:fldChar w:fldCharType="separate"/>
    </w:r>
    <w:r>
      <w:rPr>
        <w:rStyle w:val="10"/>
        <w:rFonts w:ascii="宋体" w:hAnsi="宋体" w:eastAsia="宋体"/>
        <w:sz w:val="28"/>
      </w:rPr>
      <w:t>2</w:t>
    </w:r>
    <w:r>
      <w:rPr>
        <w:rFonts w:hint="eastAsia" w:ascii="宋体" w:hAnsi="宋体" w:eastAsia="宋体"/>
        <w:sz w:val="28"/>
      </w:rPr>
      <w:fldChar w:fldCharType="end"/>
    </w:r>
    <w:r>
      <w:rPr>
        <w:rFonts w:hint="eastAsia" w:ascii="宋体" w:hAnsi="宋体" w:eastAsia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after="528" w:afterLines="220" w:line="432" w:lineRule="auto"/>
      <w:ind w:left="308" w:leftChars="100"/>
      <w:rPr>
        <w:rStyle w:val="10"/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Fonts w:hint="eastAsia" w:ascii="宋体" w:hAnsi="宋体" w:eastAsia="宋体"/>
        <w:sz w:val="28"/>
      </w:rPr>
      <w:fldChar w:fldCharType="begin"/>
    </w:r>
    <w:r>
      <w:rPr>
        <w:rStyle w:val="10"/>
        <w:rFonts w:hint="eastAsia" w:ascii="宋体" w:hAnsi="宋体" w:eastAsia="宋体"/>
        <w:sz w:val="28"/>
      </w:rPr>
      <w:instrText xml:space="preserve"> PAGE </w:instrText>
    </w:r>
    <w:r>
      <w:rPr>
        <w:rFonts w:hint="eastAsia" w:ascii="宋体" w:hAnsi="宋体" w:eastAsia="宋体"/>
        <w:sz w:val="28"/>
      </w:rPr>
      <w:fldChar w:fldCharType="separate"/>
    </w:r>
    <w:r>
      <w:rPr>
        <w:rStyle w:val="10"/>
        <w:rFonts w:ascii="宋体" w:hAnsi="宋体" w:eastAsia="宋体"/>
        <w:sz w:val="28"/>
      </w:rPr>
      <w:t>2</w:t>
    </w:r>
    <w:r>
      <w:rPr>
        <w:rFonts w:hint="eastAsia" w:ascii="宋体" w:hAnsi="宋体" w:eastAsia="宋体"/>
        <w:sz w:val="28"/>
      </w:rPr>
      <w:fldChar w:fldCharType="end"/>
    </w:r>
    <w:r>
      <w:rPr>
        <w:rFonts w:hint="eastAsia" w:ascii="宋体" w:hAnsi="宋体" w:eastAsia="宋体"/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chineseCountingThousand"/>
      <w:pStyle w:val="12"/>
      <w:suff w:val="space"/>
      <w:lvlText w:val="第%1章"/>
      <w:lvlJc w:val="left"/>
      <w:pPr>
        <w:ind w:left="0" w:firstLine="454"/>
      </w:pPr>
      <w:rPr>
        <w:rFonts w:hint="eastAsia" w:eastAsia="方正黑体_GBK"/>
        <w:color w:val="auto"/>
      </w:rPr>
    </w:lvl>
    <w:lvl w:ilvl="1" w:tentative="0">
      <w:start w:val="1"/>
      <w:numFmt w:val="chineseCountingThousand"/>
      <w:suff w:val="space"/>
      <w:lvlText w:val="第%2条"/>
      <w:lvlJc w:val="left"/>
      <w:pPr>
        <w:ind w:left="0" w:firstLine="0"/>
      </w:pPr>
      <w:rPr>
        <w:rFonts w:hint="eastAsia" w:eastAsia="方正黑体_GBK"/>
        <w:color w:val="auto"/>
      </w:rPr>
    </w:lvl>
    <w:lvl w:ilvl="2" w:tentative="0">
      <w:start w:val="1"/>
      <w:numFmt w:val="chineseCountingThousand"/>
      <w:suff w:val="space"/>
      <w:lvlText w:val="第%3条"/>
      <w:lvlJc w:val="left"/>
      <w:pPr>
        <w:ind w:left="0" w:firstLine="454"/>
      </w:pPr>
      <w:rPr>
        <w:rFonts w:hint="eastAsia"/>
        <w:color w:val="auto"/>
      </w:rPr>
    </w:lvl>
    <w:lvl w:ilvl="3" w:tentative="0">
      <w:start w:val="1"/>
      <w:numFmt w:val="chineseCountingThousand"/>
      <w:suff w:val="space"/>
      <w:lvlText w:val="（%4）"/>
      <w:lvlJc w:val="left"/>
      <w:pPr>
        <w:ind w:left="0" w:firstLine="340"/>
      </w:pPr>
      <w:rPr>
        <w:rFonts w:hint="eastAsia"/>
        <w:color w:val="auto"/>
      </w:rPr>
    </w:lvl>
    <w:lvl w:ilvl="4" w:tentative="0">
      <w:start w:val="1"/>
      <w:numFmt w:val="decimal"/>
      <w:suff w:val="space"/>
      <w:lvlText w:val="%5．"/>
      <w:lvlJc w:val="left"/>
      <w:pPr>
        <w:ind w:left="0" w:firstLine="454"/>
      </w:pPr>
      <w:rPr>
        <w:rFonts w:hint="eastAsia"/>
        <w:color w:val="auto"/>
      </w:rPr>
    </w:lvl>
    <w:lvl w:ilvl="5" w:tentative="0">
      <w:start w:val="1"/>
      <w:numFmt w:val="decimal"/>
      <w:suff w:val="space"/>
      <w:lvlText w:val="（%6）"/>
      <w:lvlJc w:val="left"/>
      <w:pPr>
        <w:ind w:left="0" w:firstLine="340"/>
      </w:pPr>
      <w:rPr>
        <w:rFonts w:hint="eastAsia"/>
        <w:color w:val="auto"/>
      </w:rPr>
    </w:lvl>
    <w:lvl w:ilvl="6" w:tentative="0">
      <w:start w:val="1"/>
      <w:numFmt w:val="decimalEnclosedCircle"/>
      <w:suff w:val="space"/>
      <w:lvlText w:val="%7 "/>
      <w:lvlJc w:val="left"/>
      <w:pPr>
        <w:ind w:left="0" w:firstLine="454"/>
      </w:pPr>
      <w:rPr>
        <w:rFonts w:hint="eastAsia"/>
        <w:color w:val="auto"/>
      </w:rPr>
    </w:lvl>
    <w:lvl w:ilvl="7" w:tentative="0">
      <w:start w:val="1"/>
      <w:numFmt w:val="decimal"/>
      <w:suff w:val="space"/>
      <w:lvlText w:val="%8）"/>
      <w:lvlJc w:val="left"/>
      <w:pPr>
        <w:ind w:left="0" w:firstLine="454"/>
      </w:pPr>
      <w:rPr>
        <w:rFonts w:hint="eastAsia"/>
        <w:color w:val="auto"/>
      </w:rPr>
    </w:lvl>
    <w:lvl w:ilvl="8" w:tentative="0">
      <w:start w:val="1"/>
      <w:numFmt w:val="none"/>
      <w:suff w:val="space"/>
      <w:lvlText w:val="a．"/>
      <w:lvlJc w:val="left"/>
      <w:pPr>
        <w:ind w:left="0" w:firstLine="454"/>
      </w:pPr>
      <w:rPr>
        <w:rFonts w:hint="eastAsia"/>
        <w:color w:val="auto"/>
      </w:rPr>
    </w:lvl>
  </w:abstractNum>
  <w:abstractNum w:abstractNumId="1">
    <w:nsid w:val="30765A1D"/>
    <w:multiLevelType w:val="multilevel"/>
    <w:tmpl w:val="30765A1D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evenAndOddHeaders w:val="1"/>
  <w:drawingGridHorizontalSpacing w:val="308"/>
  <w:drawingGridVerticalSpacing w:val="295"/>
  <w:displayHorizontalDrawingGridEvery w:val="1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lignTablesRowByRow/>
    <w:adjustLineHeightInTable/>
    <w:doNotUseHTMLParagraphAutoSpacing/>
    <w:useWord97LineBreakRules/>
    <w:doNotBreakWrappedTab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Q1MWMzNzg0NzAyYjcyNjdmNmZjNGM5NDY3ZWEyYTkifQ=="/>
    <w:docVar w:name="iDocStyle" w:val="2"/>
  </w:docVars>
  <w:rsids>
    <w:rsidRoot w:val="00172A27"/>
    <w:rsid w:val="00434253"/>
    <w:rsid w:val="007E70F2"/>
    <w:rsid w:val="02A757AF"/>
    <w:rsid w:val="0420471B"/>
    <w:rsid w:val="0484458C"/>
    <w:rsid w:val="056858EB"/>
    <w:rsid w:val="05F27D2D"/>
    <w:rsid w:val="06287F27"/>
    <w:rsid w:val="06A50054"/>
    <w:rsid w:val="06CF1799"/>
    <w:rsid w:val="079A2388"/>
    <w:rsid w:val="07C95455"/>
    <w:rsid w:val="07CF0A92"/>
    <w:rsid w:val="07D91E6C"/>
    <w:rsid w:val="081F25E1"/>
    <w:rsid w:val="08F97D45"/>
    <w:rsid w:val="0930241E"/>
    <w:rsid w:val="094B7B50"/>
    <w:rsid w:val="0BD5688A"/>
    <w:rsid w:val="0C9C373F"/>
    <w:rsid w:val="0CCE7DBE"/>
    <w:rsid w:val="0DB3678A"/>
    <w:rsid w:val="0DDC300B"/>
    <w:rsid w:val="0E703885"/>
    <w:rsid w:val="0EBC06F1"/>
    <w:rsid w:val="109A18A7"/>
    <w:rsid w:val="10E55348"/>
    <w:rsid w:val="10F20DDB"/>
    <w:rsid w:val="117F1CC3"/>
    <w:rsid w:val="11980ABB"/>
    <w:rsid w:val="11D1624A"/>
    <w:rsid w:val="11D413CD"/>
    <w:rsid w:val="12132537"/>
    <w:rsid w:val="12344C6A"/>
    <w:rsid w:val="12864AD5"/>
    <w:rsid w:val="132248F2"/>
    <w:rsid w:val="15357481"/>
    <w:rsid w:val="156947AC"/>
    <w:rsid w:val="15DC4AEB"/>
    <w:rsid w:val="16B37836"/>
    <w:rsid w:val="17E54B40"/>
    <w:rsid w:val="19C11524"/>
    <w:rsid w:val="1B3006DC"/>
    <w:rsid w:val="1BB27F33"/>
    <w:rsid w:val="1C7C6848"/>
    <w:rsid w:val="1CCB1E4B"/>
    <w:rsid w:val="1CDA2465"/>
    <w:rsid w:val="1D3A6AD3"/>
    <w:rsid w:val="1D561A2F"/>
    <w:rsid w:val="1D7D3E6D"/>
    <w:rsid w:val="1D7F2BF3"/>
    <w:rsid w:val="1DD7174F"/>
    <w:rsid w:val="1DED3227"/>
    <w:rsid w:val="1E5F7CE3"/>
    <w:rsid w:val="1F21724F"/>
    <w:rsid w:val="1F5008F0"/>
    <w:rsid w:val="1F661618"/>
    <w:rsid w:val="1FEA526B"/>
    <w:rsid w:val="206372DA"/>
    <w:rsid w:val="21667CED"/>
    <w:rsid w:val="21A455C4"/>
    <w:rsid w:val="21B20A39"/>
    <w:rsid w:val="21D81213"/>
    <w:rsid w:val="22D8243B"/>
    <w:rsid w:val="2378543C"/>
    <w:rsid w:val="23E11F56"/>
    <w:rsid w:val="24001E9D"/>
    <w:rsid w:val="241A3671"/>
    <w:rsid w:val="24634140"/>
    <w:rsid w:val="24B66149"/>
    <w:rsid w:val="274676FC"/>
    <w:rsid w:val="2A8D1D2B"/>
    <w:rsid w:val="2BF91CA4"/>
    <w:rsid w:val="2C645E65"/>
    <w:rsid w:val="2E8F63EE"/>
    <w:rsid w:val="2F043E2F"/>
    <w:rsid w:val="2FDA1F57"/>
    <w:rsid w:val="303C73AF"/>
    <w:rsid w:val="30AF24DC"/>
    <w:rsid w:val="313F7767"/>
    <w:rsid w:val="32843DF1"/>
    <w:rsid w:val="328B7EF8"/>
    <w:rsid w:val="33903029"/>
    <w:rsid w:val="339729B4"/>
    <w:rsid w:val="33B913DF"/>
    <w:rsid w:val="33F00AC4"/>
    <w:rsid w:val="33FA4C57"/>
    <w:rsid w:val="342F3E2C"/>
    <w:rsid w:val="356A4AAD"/>
    <w:rsid w:val="36D60381"/>
    <w:rsid w:val="37B77B75"/>
    <w:rsid w:val="38E42B66"/>
    <w:rsid w:val="3A7F4B06"/>
    <w:rsid w:val="3AAE7BD3"/>
    <w:rsid w:val="3AB55CFA"/>
    <w:rsid w:val="3AB945B1"/>
    <w:rsid w:val="3B013DDA"/>
    <w:rsid w:val="3B3B6CD4"/>
    <w:rsid w:val="3BDF5DEB"/>
    <w:rsid w:val="3BF66C71"/>
    <w:rsid w:val="3C520284"/>
    <w:rsid w:val="3C743CBC"/>
    <w:rsid w:val="3C881C2C"/>
    <w:rsid w:val="3C96567A"/>
    <w:rsid w:val="3DB8304E"/>
    <w:rsid w:val="3DC10E17"/>
    <w:rsid w:val="3DFA2BBE"/>
    <w:rsid w:val="3F6F584D"/>
    <w:rsid w:val="3FBFFD4F"/>
    <w:rsid w:val="401436CA"/>
    <w:rsid w:val="405C0524"/>
    <w:rsid w:val="41101E4C"/>
    <w:rsid w:val="42176DFB"/>
    <w:rsid w:val="42345F07"/>
    <w:rsid w:val="42794B49"/>
    <w:rsid w:val="44215F39"/>
    <w:rsid w:val="442D73A0"/>
    <w:rsid w:val="44976E1A"/>
    <w:rsid w:val="44A06C5E"/>
    <w:rsid w:val="44AC00B9"/>
    <w:rsid w:val="456033DF"/>
    <w:rsid w:val="46165213"/>
    <w:rsid w:val="46633F07"/>
    <w:rsid w:val="479C75F5"/>
    <w:rsid w:val="47E258D1"/>
    <w:rsid w:val="494B5BC6"/>
    <w:rsid w:val="4B0B13AD"/>
    <w:rsid w:val="4B4B5EC8"/>
    <w:rsid w:val="4B77583B"/>
    <w:rsid w:val="4BE52395"/>
    <w:rsid w:val="4C1E0ABA"/>
    <w:rsid w:val="4C7C75DA"/>
    <w:rsid w:val="4CCD0C8D"/>
    <w:rsid w:val="4D327405"/>
    <w:rsid w:val="4E1B36E1"/>
    <w:rsid w:val="4E881E17"/>
    <w:rsid w:val="4EA8761A"/>
    <w:rsid w:val="506449AA"/>
    <w:rsid w:val="506D4B6B"/>
    <w:rsid w:val="512222AC"/>
    <w:rsid w:val="5245110A"/>
    <w:rsid w:val="52654633"/>
    <w:rsid w:val="52E5798E"/>
    <w:rsid w:val="52FB0F65"/>
    <w:rsid w:val="534A18B1"/>
    <w:rsid w:val="534A5134"/>
    <w:rsid w:val="53AB3ED4"/>
    <w:rsid w:val="54AF19D2"/>
    <w:rsid w:val="54C804C2"/>
    <w:rsid w:val="55AB657D"/>
    <w:rsid w:val="55F73A99"/>
    <w:rsid w:val="566F31AA"/>
    <w:rsid w:val="56ED52AB"/>
    <w:rsid w:val="57981C4F"/>
    <w:rsid w:val="58140590"/>
    <w:rsid w:val="58764423"/>
    <w:rsid w:val="58AD748A"/>
    <w:rsid w:val="59972C8B"/>
    <w:rsid w:val="5AA9184E"/>
    <w:rsid w:val="5C381F5A"/>
    <w:rsid w:val="5C813653"/>
    <w:rsid w:val="5C883DDD"/>
    <w:rsid w:val="5CB1580F"/>
    <w:rsid w:val="5DF50FB6"/>
    <w:rsid w:val="5E340A9B"/>
    <w:rsid w:val="5EE315A5"/>
    <w:rsid w:val="5F956A3B"/>
    <w:rsid w:val="5FBF52AA"/>
    <w:rsid w:val="5FE274DC"/>
    <w:rsid w:val="612123E7"/>
    <w:rsid w:val="61D66A13"/>
    <w:rsid w:val="62333529"/>
    <w:rsid w:val="62455D7E"/>
    <w:rsid w:val="62BD348D"/>
    <w:rsid w:val="634D3C76"/>
    <w:rsid w:val="638805D7"/>
    <w:rsid w:val="64710555"/>
    <w:rsid w:val="65302858"/>
    <w:rsid w:val="665D75C8"/>
    <w:rsid w:val="67041B93"/>
    <w:rsid w:val="680571B7"/>
    <w:rsid w:val="680B32BF"/>
    <w:rsid w:val="6838670D"/>
    <w:rsid w:val="687605C0"/>
    <w:rsid w:val="68B0750E"/>
    <w:rsid w:val="691A3DDD"/>
    <w:rsid w:val="692C2E86"/>
    <w:rsid w:val="69931E41"/>
    <w:rsid w:val="6A6A63A4"/>
    <w:rsid w:val="6ABB58F6"/>
    <w:rsid w:val="6AE517EE"/>
    <w:rsid w:val="6B7F19ED"/>
    <w:rsid w:val="6BB256BF"/>
    <w:rsid w:val="6BFB5F69"/>
    <w:rsid w:val="6C340216"/>
    <w:rsid w:val="6D9E6CE3"/>
    <w:rsid w:val="6E34575E"/>
    <w:rsid w:val="6F67637A"/>
    <w:rsid w:val="6F7D3176"/>
    <w:rsid w:val="6FFF5CCE"/>
    <w:rsid w:val="70073847"/>
    <w:rsid w:val="70634644"/>
    <w:rsid w:val="714C6B88"/>
    <w:rsid w:val="716E7F97"/>
    <w:rsid w:val="72FF1EC0"/>
    <w:rsid w:val="73B76E62"/>
    <w:rsid w:val="73F23645"/>
    <w:rsid w:val="743C27BF"/>
    <w:rsid w:val="763273F7"/>
    <w:rsid w:val="76980DEE"/>
    <w:rsid w:val="76D05224"/>
    <w:rsid w:val="76E605A9"/>
    <w:rsid w:val="777F67D8"/>
    <w:rsid w:val="77F77773"/>
    <w:rsid w:val="783930A9"/>
    <w:rsid w:val="787D4224"/>
    <w:rsid w:val="78893BB0"/>
    <w:rsid w:val="79345466"/>
    <w:rsid w:val="795F1311"/>
    <w:rsid w:val="796A5940"/>
    <w:rsid w:val="79A559B4"/>
    <w:rsid w:val="7A4E3431"/>
    <w:rsid w:val="7AD60415"/>
    <w:rsid w:val="7C4B2424"/>
    <w:rsid w:val="7C676684"/>
    <w:rsid w:val="7D2D081B"/>
    <w:rsid w:val="7DF24E2F"/>
    <w:rsid w:val="7E0769F8"/>
    <w:rsid w:val="7E3F8F2C"/>
    <w:rsid w:val="896B2AAD"/>
    <w:rsid w:val="9EDF4C0D"/>
    <w:rsid w:val="A75F328C"/>
    <w:rsid w:val="FBFF3FA6"/>
    <w:rsid w:val="FEA3BA90"/>
    <w:rsid w:val="FEDF062E"/>
    <w:rsid w:val="FF4B3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qFormat/>
    <w:uiPriority w:val="99"/>
    <w:pPr>
      <w:spacing w:after="120"/>
    </w:pPr>
    <w:rPr>
      <w:sz w:val="16"/>
      <w:szCs w:val="16"/>
    </w:rPr>
  </w:style>
  <w:style w:type="paragraph" w:customStyle="1" w:styleId="3">
    <w:name w:val="Char1"/>
    <w:basedOn w:val="1"/>
    <w:qFormat/>
    <w:uiPriority w:val="99"/>
    <w:pPr>
      <w:tabs>
        <w:tab w:val="left" w:pos="840"/>
      </w:tabs>
      <w:ind w:left="840" w:hanging="420"/>
    </w:pPr>
    <w:rPr>
      <w:sz w:val="24"/>
      <w:szCs w:val="30"/>
    </w:rPr>
  </w:style>
  <w:style w:type="paragraph" w:styleId="4">
    <w:name w:val="Normal Indent"/>
    <w:basedOn w:val="1"/>
    <w:qFormat/>
    <w:uiPriority w:val="0"/>
    <w:pPr>
      <w:spacing w:line="240" w:lineRule="auto"/>
      <w:ind w:firstLine="420" w:firstLineChars="200"/>
    </w:pPr>
    <w:rPr>
      <w:rFonts w:ascii="Calibri" w:hAnsi="Calibri" w:eastAsia="宋体" w:cs="Times New Roman"/>
      <w:spacing w:val="0"/>
      <w:sz w:val="21"/>
      <w:szCs w:val="22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line number"/>
    <w:basedOn w:val="9"/>
    <w:qFormat/>
    <w:uiPriority w:val="0"/>
  </w:style>
  <w:style w:type="paragraph" w:customStyle="1" w:styleId="12">
    <w:name w:val="居中"/>
    <w:basedOn w:val="1"/>
    <w:uiPriority w:val="0"/>
    <w:pPr>
      <w:numPr>
        <w:ilvl w:val="0"/>
        <w:numId w:val="1"/>
      </w:numPr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函.dot</Template>
  <Pages>10</Pages>
  <Words>2406</Words>
  <Characters>2508</Characters>
  <Lines>0</Lines>
  <Paragraphs>0</Paragraphs>
  <TotalTime>0</TotalTime>
  <ScaleCrop>false</ScaleCrop>
  <LinksUpToDate>false</LinksUpToDate>
  <CharactersWithSpaces>3092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2024-06-25T11:13:00Z</dcterms:created>
  <dc:creator>蓝胖胖</dc:creator>
  <cp:lastModifiedBy>暖。</cp:lastModifiedBy>
  <dcterms:modified xsi:type="dcterms:W3CDTF">2025-08-11T01:47:19Z</dcterms:modified>
  <dc:title>No:0000001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公文模板版本">
    <vt:lpwstr>20160129</vt:lpwstr>
  </property>
  <property fmtid="{D5CDD505-2E9C-101B-9397-08002B2CF9AE}" pid="4" name="ICV">
    <vt:lpwstr>0B15EF5BAF26485A9075418402A07934_13</vt:lpwstr>
  </property>
  <property fmtid="{D5CDD505-2E9C-101B-9397-08002B2CF9AE}" pid="5" name="KSOTemplateDocerSaveRecord">
    <vt:lpwstr>eyJoZGlkIjoiZDI3ZjdkY2E3YTlkODRiNTk0MWYwZDQ3NzFlMTFkYzciLCJ1c2VySWQiOiI1MzQ5MDM2NjIifQ==</vt:lpwstr>
  </property>
</Properties>
</file>